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Bericht für HB Radio</w:t>
      </w:r>
    </w:p>
    <w:p>
      <w:pPr>
        <w:pStyle w:val="Normal"/>
        <w:rPr/>
      </w:pPr>
      <w:r>
        <w:rPr/>
        <w:t>HB9BC 50 MHz Contest vom 18./19. Juni 2022</w:t>
      </w:r>
    </w:p>
    <w:p>
      <w:pPr>
        <w:pStyle w:val="Normal"/>
        <w:rPr/>
      </w:pPr>
      <w:r>
        <w:rPr/>
        <w:t>am Samstag konnten wir bei sehr schönem Wetter um 9:00 Uhr mit dem Aufbau der Station beginnen. Das Ziel war möglichst vor der Mittagshitze den Aufbau abgeschlossen zu haben.</w:t>
      </w:r>
    </w:p>
    <w:p>
      <w:pPr>
        <w:pStyle w:val="Normal"/>
        <w:rPr/>
      </w:pPr>
      <w:r>
        <w:rPr/>
        <w:t>Mit 741 m Höhe und der Abdeckung durch die Jurakette ist unser Standort nicht optimal. Schon am Mittag haben wir bei 1. Tests, festgestellt, dass die Bedingungen besser sein könnten. Trotz 5 Ventilatoren ist es uns auch in der Nacht, nicht gelungen unseren Shack auf eine vernünftige Temperatur zu bringen. Es war alles in allem ein guter Contest. Der Anlass war mit 10 OP bei HB9BC gut besucht. Anwesend waren. HB9GHC, HB9GYW, HB9GYY, HB9HBS, HB9GNZ, HB9FGF, HB3XZX, HB9TPU, HB9NMT, HB9HRY.</w:t>
      </w:r>
    </w:p>
    <w:p>
      <w:pPr>
        <w:pStyle w:val="Normal"/>
        <w:rPr/>
      </w:pPr>
      <w:r>
        <w:rPr/>
        <w:t>Zusätzlich durften wir 3 Schüler aus unserem laufenden Amateurfunkkurs begrüssen. Sie hatten die Möglichkeit ihre 1. QSO Auf der Kurzwelle zu machen auf 20 und 40 m herrschten hervorragende Bedingungen.</w:t>
      </w:r>
    </w:p>
    <w:p>
      <w:pPr>
        <w:pStyle w:val="Normal"/>
        <w:rPr/>
      </w:pPr>
      <w:r>
        <w:rPr/>
        <w:t>Ich hoffe nächstes Jahr etwas bessere Bedingungen zu haben. Die grösste Distanz war mit YL2PJ und lag bei 1668 km.</w:t>
      </w:r>
    </w:p>
    <w:p>
      <w:pPr>
        <w:pStyle w:val="Normal"/>
        <w:rPr/>
      </w:pPr>
      <w:r>
        <w:rPr/>
      </w:r>
    </w:p>
    <w:p>
      <w:pPr>
        <w:pStyle w:val="Normal"/>
        <w:widowControl/>
        <w:bidi w:val="0"/>
        <w:spacing w:lineRule="auto" w:line="259" w:before="0" w:after="160"/>
        <w:jc w:val="left"/>
        <w:rPr/>
      </w:pPr>
      <w:r>
        <w:rPr/>
        <w:t>VY 73 für HB9BC, Udo HB9TPU</w:t>
      </w:r>
    </w:p>
    <w:sectPr>
      <w:headerReference w:type="default" r:id="rId2"/>
      <w:footerReference w:type="default" r:id="rId3"/>
      <w:type w:val="nextPage"/>
      <w:pgSz w:w="11906" w:h="16838"/>
      <w:pgMar w:left="1417" w:right="1417" w:header="708" w:top="1417"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pPr>
    <w:r>
      <w:rPr/>
      <w:fldChar w:fldCharType="begin"/>
    </w:r>
    <w:r>
      <w:rPr/>
      <w:instrText> FILENAME </w:instrText>
    </w:r>
    <w:r>
      <w:rPr/>
      <w:fldChar w:fldCharType="separate"/>
    </w:r>
    <w:r>
      <w:rPr/>
      <w:t>Bericht-HB_Radio_50_MHz-Contest-18-19-22.docx</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CH"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655282"/>
    <w:rPr/>
  </w:style>
  <w:style w:type="character" w:styleId="FuzeileZchn" w:customStyle="1">
    <w:name w:val="Fußzeile Zchn"/>
    <w:basedOn w:val="DefaultParagraphFont"/>
    <w:link w:val="Fuzeile"/>
    <w:uiPriority w:val="99"/>
    <w:qFormat/>
    <w:rsid w:val="00655282"/>
    <w:rPr/>
  </w:style>
  <w:style w:type="paragraph" w:styleId="Berschrift">
    <w:name w:val="Überschrift"/>
    <w:basedOn w:val="Normal"/>
    <w:next w:val="Textkrper"/>
    <w:qFormat/>
    <w:pPr>
      <w:keepNext w:val="true"/>
      <w:spacing w:before="240" w:after="120"/>
    </w:pPr>
    <w:rPr>
      <w:rFonts w:ascii="Liberation Sans" w:hAnsi="Liberation Sans" w:eastAsia="Noto Sans CJK SC" w:cs="Free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655282"/>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655282"/>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0232C-682A-45A7-BF48-E1F961CD5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Bericht-HB_Radio_50_MHz-Contest-18-19-22.docx</Template>
  <TotalTime>13</TotalTime>
  <Application>LibreOffice/7.0.4.2$Linux_X86_64 LibreOffice_project/00$Build-2</Application>
  <AppVersion>15.0000</AppVersion>
  <Pages>1</Pages>
  <Words>178</Words>
  <Characters>945</Characters>
  <CharactersWithSpaces>1115</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2022-06-20T12:17:00Z</dcterms:created>
  <dc:creator>Udo von Allmen</dc:creator>
  <dc:description/>
  <dc:language>de-CH</dc:language>
  <cp:lastModifiedBy/>
  <dcterms:modified xsi:type="dcterms:W3CDTF">2022-06-22T20:57:06Z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